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0EC" w:rsidRPr="007E761F" w:rsidRDefault="004220EC" w:rsidP="005E7B4D">
      <w:pPr>
        <w:spacing w:line="360" w:lineRule="auto"/>
        <w:rPr>
          <w:rFonts w:ascii="Times New Roman" w:hAnsi="Times New Roman"/>
          <w:sz w:val="28"/>
          <w:szCs w:val="28"/>
        </w:rPr>
      </w:pPr>
      <w:r w:rsidRPr="007E761F">
        <w:rPr>
          <w:rFonts w:ascii="Times New Roman" w:hAnsi="Times New Roman"/>
          <w:sz w:val="28"/>
          <w:szCs w:val="28"/>
        </w:rPr>
        <w:t>Содержание</w:t>
      </w:r>
    </w:p>
    <w:p w:rsidR="004220EC" w:rsidRPr="007E761F" w:rsidRDefault="004220EC" w:rsidP="006D5D1E">
      <w:pPr>
        <w:spacing w:line="360" w:lineRule="auto"/>
        <w:rPr>
          <w:rFonts w:ascii="Times New Roman" w:hAnsi="Times New Roman"/>
          <w:sz w:val="28"/>
          <w:szCs w:val="28"/>
        </w:rPr>
      </w:pPr>
      <w:r w:rsidRPr="007E761F">
        <w:rPr>
          <w:rFonts w:ascii="Times New Roman" w:hAnsi="Times New Roman"/>
          <w:sz w:val="28"/>
          <w:szCs w:val="28"/>
        </w:rPr>
        <w:t>Введение</w:t>
      </w:r>
    </w:p>
    <w:p w:rsidR="004220EC" w:rsidRPr="007E761F" w:rsidRDefault="004220EC" w:rsidP="007E761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7E761F">
        <w:rPr>
          <w:rFonts w:ascii="Times New Roman" w:hAnsi="Times New Roman"/>
          <w:color w:val="000000"/>
          <w:sz w:val="28"/>
          <w:szCs w:val="28"/>
        </w:rPr>
        <w:t>Понятие, условия, основания возникновения и виды обязательств из неосновательного обогащения</w:t>
      </w:r>
    </w:p>
    <w:p w:rsidR="004220EC" w:rsidRPr="007E761F" w:rsidRDefault="004220EC" w:rsidP="007E761F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7E761F">
        <w:rPr>
          <w:rFonts w:ascii="Times New Roman" w:hAnsi="Times New Roman"/>
          <w:color w:val="000000"/>
          <w:sz w:val="28"/>
          <w:szCs w:val="28"/>
        </w:rPr>
        <w:t xml:space="preserve"> Понятие и условия обязательств из неосновательного обогащения……....................................................................................3</w:t>
      </w:r>
    </w:p>
    <w:p w:rsidR="004220EC" w:rsidRPr="007E761F" w:rsidRDefault="004220EC" w:rsidP="007E761F">
      <w:pPr>
        <w:pStyle w:val="ListParagraph"/>
        <w:spacing w:line="360" w:lineRule="auto"/>
        <w:rPr>
          <w:rFonts w:ascii="Times New Roman" w:hAnsi="Times New Roman"/>
          <w:sz w:val="28"/>
          <w:szCs w:val="28"/>
        </w:rPr>
      </w:pPr>
      <w:r w:rsidRPr="007E761F">
        <w:rPr>
          <w:rFonts w:ascii="Times New Roman" w:hAnsi="Times New Roman"/>
          <w:sz w:val="28"/>
          <w:szCs w:val="28"/>
        </w:rPr>
        <w:t xml:space="preserve">1.2 Основания возникновения и виды </w:t>
      </w:r>
      <w:r>
        <w:rPr>
          <w:rFonts w:ascii="Times New Roman" w:hAnsi="Times New Roman"/>
          <w:sz w:val="28"/>
          <w:szCs w:val="28"/>
        </w:rPr>
        <w:t>обязательств из неосновательного обогащения</w:t>
      </w:r>
      <w:r w:rsidRPr="007E761F">
        <w:rPr>
          <w:rFonts w:ascii="Times New Roman" w:hAnsi="Times New Roman"/>
          <w:sz w:val="28"/>
          <w:szCs w:val="28"/>
        </w:rPr>
        <w:t>……………………………………</w:t>
      </w:r>
      <w:r>
        <w:rPr>
          <w:rFonts w:ascii="Times New Roman" w:hAnsi="Times New Roman"/>
          <w:sz w:val="28"/>
          <w:szCs w:val="28"/>
        </w:rPr>
        <w:t>…</w:t>
      </w:r>
      <w:r w:rsidRPr="007E761F">
        <w:rPr>
          <w:rFonts w:ascii="Times New Roman" w:hAnsi="Times New Roman"/>
          <w:sz w:val="28"/>
          <w:szCs w:val="28"/>
        </w:rPr>
        <w:t>…10</w:t>
      </w:r>
    </w:p>
    <w:p w:rsidR="004220EC" w:rsidRPr="007E761F" w:rsidRDefault="004220EC" w:rsidP="007E761F">
      <w:pPr>
        <w:pStyle w:val="ListParagraph"/>
        <w:spacing w:line="360" w:lineRule="auto"/>
        <w:ind w:left="1080"/>
        <w:rPr>
          <w:rFonts w:ascii="Times New Roman" w:hAnsi="Times New Roman"/>
          <w:sz w:val="28"/>
          <w:szCs w:val="28"/>
        </w:rPr>
      </w:pPr>
    </w:p>
    <w:p w:rsidR="004220EC" w:rsidRPr="007E761F" w:rsidRDefault="004220EC" w:rsidP="005E7B4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7E761F">
        <w:rPr>
          <w:rFonts w:ascii="Times New Roman" w:hAnsi="Times New Roman"/>
          <w:sz w:val="28"/>
          <w:szCs w:val="28"/>
        </w:rPr>
        <w:t>Содержание обязательств из неосновательного обогащения</w:t>
      </w:r>
    </w:p>
    <w:p w:rsidR="004220EC" w:rsidRPr="007E761F" w:rsidRDefault="004220EC" w:rsidP="005E7B4D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7E761F">
        <w:rPr>
          <w:rFonts w:ascii="Times New Roman" w:hAnsi="Times New Roman"/>
          <w:sz w:val="28"/>
          <w:szCs w:val="28"/>
        </w:rPr>
        <w:t xml:space="preserve"> Объем возмещения………………………………………………….14</w:t>
      </w:r>
    </w:p>
    <w:p w:rsidR="004220EC" w:rsidRPr="007E761F" w:rsidRDefault="004220EC" w:rsidP="005E7B4D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7E761F">
        <w:rPr>
          <w:rFonts w:ascii="Times New Roman" w:hAnsi="Times New Roman"/>
          <w:sz w:val="28"/>
          <w:szCs w:val="28"/>
        </w:rPr>
        <w:t xml:space="preserve"> Неосновательное возмещение не подлежащее возврату………</w:t>
      </w:r>
      <w:r>
        <w:rPr>
          <w:rFonts w:ascii="Times New Roman" w:hAnsi="Times New Roman"/>
          <w:sz w:val="28"/>
          <w:szCs w:val="28"/>
        </w:rPr>
        <w:t>…</w:t>
      </w:r>
      <w:r w:rsidRPr="007E761F">
        <w:rPr>
          <w:rFonts w:ascii="Times New Roman" w:hAnsi="Times New Roman"/>
          <w:sz w:val="28"/>
          <w:szCs w:val="28"/>
        </w:rPr>
        <w:t>19</w:t>
      </w:r>
    </w:p>
    <w:p w:rsidR="004220EC" w:rsidRPr="007E761F" w:rsidRDefault="004220EC" w:rsidP="005E7B4D">
      <w:pPr>
        <w:pStyle w:val="ListParagraph"/>
        <w:spacing w:line="360" w:lineRule="auto"/>
        <w:ind w:left="1080"/>
        <w:rPr>
          <w:rFonts w:ascii="Times New Roman" w:hAnsi="Times New Roman"/>
          <w:sz w:val="28"/>
          <w:szCs w:val="28"/>
        </w:rPr>
      </w:pPr>
    </w:p>
    <w:p w:rsidR="004220EC" w:rsidRPr="007E761F" w:rsidRDefault="004220EC" w:rsidP="005E7B4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7E761F">
        <w:rPr>
          <w:rFonts w:ascii="Times New Roman" w:hAnsi="Times New Roman"/>
          <w:sz w:val="28"/>
          <w:szCs w:val="28"/>
        </w:rPr>
        <w:t>Актуальные проблемы исполнения обязательств из неосновательного обогащения в гражданском праве РФ…………</w:t>
      </w:r>
      <w:r>
        <w:rPr>
          <w:rFonts w:ascii="Times New Roman" w:hAnsi="Times New Roman"/>
          <w:sz w:val="28"/>
          <w:szCs w:val="28"/>
        </w:rPr>
        <w:t>……………………….</w:t>
      </w:r>
      <w:r w:rsidRPr="007E761F">
        <w:rPr>
          <w:rFonts w:ascii="Times New Roman" w:hAnsi="Times New Roman"/>
          <w:sz w:val="28"/>
          <w:szCs w:val="28"/>
        </w:rPr>
        <w:t>22</w:t>
      </w:r>
    </w:p>
    <w:p w:rsidR="004220EC" w:rsidRPr="007E761F" w:rsidRDefault="004220EC" w:rsidP="005E7B4D">
      <w:pPr>
        <w:spacing w:line="360" w:lineRule="auto"/>
        <w:rPr>
          <w:rFonts w:ascii="Times New Roman" w:hAnsi="Times New Roman"/>
          <w:sz w:val="28"/>
          <w:szCs w:val="28"/>
        </w:rPr>
      </w:pPr>
      <w:r w:rsidRPr="007E761F">
        <w:rPr>
          <w:rFonts w:ascii="Times New Roman" w:hAnsi="Times New Roman"/>
          <w:sz w:val="28"/>
          <w:szCs w:val="28"/>
        </w:rPr>
        <w:t>Заключение</w:t>
      </w:r>
    </w:p>
    <w:p w:rsidR="004220EC" w:rsidRPr="007E761F" w:rsidRDefault="004220EC" w:rsidP="005E7B4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Библиографический список</w:t>
      </w:r>
    </w:p>
    <w:p w:rsidR="004220EC" w:rsidRPr="007E761F" w:rsidRDefault="004220EC" w:rsidP="005E7B4D">
      <w:pPr>
        <w:spacing w:after="0" w:line="360" w:lineRule="auto"/>
        <w:rPr>
          <w:rFonts w:ascii="Times New Roman" w:hAnsi="Times New Roman"/>
          <w:snapToGrid w:val="0"/>
          <w:sz w:val="28"/>
          <w:szCs w:val="28"/>
          <w:lang w:eastAsia="ru-RU"/>
        </w:rPr>
      </w:pPr>
    </w:p>
    <w:sectPr w:rsidR="004220EC" w:rsidRPr="007E761F" w:rsidSect="00FD5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7152D"/>
    <w:multiLevelType w:val="multilevel"/>
    <w:tmpl w:val="C02ABD04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1">
    <w:nsid w:val="21E57CAC"/>
    <w:multiLevelType w:val="multilevel"/>
    <w:tmpl w:val="3D3CA4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6D7B4BE5"/>
    <w:multiLevelType w:val="multilevel"/>
    <w:tmpl w:val="D884B6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7C713B77"/>
    <w:multiLevelType w:val="multilevel"/>
    <w:tmpl w:val="0FDCD20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7B4D"/>
    <w:rsid w:val="00014E46"/>
    <w:rsid w:val="00030BCD"/>
    <w:rsid w:val="001863E9"/>
    <w:rsid w:val="00373696"/>
    <w:rsid w:val="003901EF"/>
    <w:rsid w:val="004220EC"/>
    <w:rsid w:val="005E7B4D"/>
    <w:rsid w:val="00604EAF"/>
    <w:rsid w:val="00697475"/>
    <w:rsid w:val="006D5D1E"/>
    <w:rsid w:val="00703912"/>
    <w:rsid w:val="007113F4"/>
    <w:rsid w:val="007744B0"/>
    <w:rsid w:val="007E761F"/>
    <w:rsid w:val="00914248"/>
    <w:rsid w:val="00B32AF6"/>
    <w:rsid w:val="00C2142A"/>
    <w:rsid w:val="00D712A5"/>
    <w:rsid w:val="00E828E9"/>
    <w:rsid w:val="00F07BC4"/>
    <w:rsid w:val="00F92FF2"/>
    <w:rsid w:val="00FD5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5E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5E7B4D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/>
      <w:b/>
      <w:bCs/>
      <w:color w:val="000000"/>
      <w:kern w:val="36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7B4D"/>
    <w:rPr>
      <w:rFonts w:ascii="Times New Roman" w:hAnsi="Times New Roman" w:cs="Times New Roman"/>
      <w:b/>
      <w:bCs/>
      <w:color w:val="000000"/>
      <w:kern w:val="36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5E7B4D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5E7B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5E7B4D"/>
    <w:rPr>
      <w:rFonts w:cs="Times New Roman"/>
      <w:b/>
      <w:bCs/>
    </w:rPr>
  </w:style>
  <w:style w:type="paragraph" w:styleId="BodyText">
    <w:name w:val="Body Text"/>
    <w:basedOn w:val="Normal"/>
    <w:link w:val="BodyTextChar"/>
    <w:uiPriority w:val="99"/>
    <w:semiHidden/>
    <w:rsid w:val="005E7B4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E7B4D"/>
    <w:rPr>
      <w:rFonts w:ascii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99</Words>
  <Characters>566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Гэри-Гэри</dc:creator>
  <cp:keywords/>
  <dc:description/>
  <cp:lastModifiedBy>Gary-Gary</cp:lastModifiedBy>
  <cp:revision>7</cp:revision>
  <dcterms:created xsi:type="dcterms:W3CDTF">2009-12-07T00:18:00Z</dcterms:created>
  <dcterms:modified xsi:type="dcterms:W3CDTF">2009-12-24T06:12:00Z</dcterms:modified>
</cp:coreProperties>
</file>